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8A386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76561675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5FA86AFB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5B1D0F5A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04E2C65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ADEC402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20A532F5" w14:textId="7FDD59AF" w:rsidR="009440F0" w:rsidRDefault="001D56DF" w:rsidP="00034889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7A094E" w:rsidRPr="007A094E">
        <w:rPr>
          <w:rFonts w:ascii="Book Antiqua" w:hAnsi="Book Antiqua" w:cstheme="minorHAnsi"/>
          <w:b/>
          <w:bCs/>
        </w:rPr>
        <w:t>Silnice III/31512 Skuhrov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6E3AB8">
        <w:rPr>
          <w:rFonts w:ascii="Book Antiqua" w:eastAsia="Times New Roman" w:hAnsi="Book Antiqua" w:cs="Arial"/>
          <w:lang w:eastAsia="cs-CZ"/>
        </w:rPr>
        <w:t>ými dokumentacemi, zpracovanými</w:t>
      </w:r>
      <w:r w:rsidR="009440F0">
        <w:rPr>
          <w:rFonts w:ascii="Book Antiqua" w:eastAsia="Times New Roman" w:hAnsi="Book Antiqua" w:cs="Arial"/>
          <w:lang w:eastAsia="cs-CZ"/>
        </w:rPr>
        <w:t>: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 </w:t>
      </w:r>
    </w:p>
    <w:p w14:paraId="7EA0449A" w14:textId="2BB66FA1" w:rsidR="009440F0" w:rsidRPr="009440F0" w:rsidRDefault="006E3AB8" w:rsidP="009440F0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207103">
        <w:rPr>
          <w:rFonts w:ascii="Book Antiqua" w:eastAsia="Times New Roman" w:hAnsi="Book Antiqua" w:cs="Arial"/>
          <w:lang w:eastAsia="cs-CZ"/>
        </w:rPr>
        <w:t>společností</w:t>
      </w:r>
      <w:r w:rsidRPr="006C0F3B">
        <w:rPr>
          <w:rFonts w:ascii="Book Antiqua" w:eastAsia="Times New Roman" w:hAnsi="Book Antiqua" w:cs="Arial"/>
          <w:lang w:eastAsia="cs-CZ"/>
        </w:rPr>
        <w:t xml:space="preserve"> </w:t>
      </w:r>
      <w:r>
        <w:rPr>
          <w:rFonts w:ascii="Book Antiqua" w:hAnsi="Book Antiqua" w:cstheme="minorHAnsi"/>
        </w:rPr>
        <w:t>DSP, a.s.</w:t>
      </w:r>
      <w:r w:rsidRPr="00C059D6">
        <w:rPr>
          <w:rFonts w:ascii="Book Antiqua" w:eastAsia="Times New Roman" w:hAnsi="Book Antiqua" w:cs="Arial"/>
          <w:lang w:eastAsia="cs-CZ"/>
        </w:rPr>
        <w:t xml:space="preserve">, se sídlem </w:t>
      </w:r>
      <w:r w:rsidRPr="00034889">
        <w:rPr>
          <w:rFonts w:ascii="Book Antiqua" w:hAnsi="Book Antiqua" w:cstheme="minorHAnsi"/>
        </w:rPr>
        <w:t>č.p. 111, 530 02 Kostěnice</w:t>
      </w:r>
      <w:r w:rsidRPr="00C059D6">
        <w:rPr>
          <w:rFonts w:ascii="Book Antiqua" w:eastAsia="Times New Roman" w:hAnsi="Book Antiqua" w:cs="Arial"/>
          <w:lang w:eastAsia="cs-CZ"/>
        </w:rPr>
        <w:t xml:space="preserve">, IČO: </w:t>
      </w:r>
      <w:r w:rsidRPr="006642C8">
        <w:rPr>
          <w:rFonts w:ascii="Book Antiqua" w:hAnsi="Book Antiqua" w:cstheme="minorHAnsi"/>
        </w:rPr>
        <w:t>27555917</w:t>
      </w:r>
      <w:r w:rsidRPr="006C0F3B">
        <w:rPr>
          <w:rFonts w:ascii="Book Antiqua" w:eastAsia="Times New Roman" w:hAnsi="Book Antiqua" w:cs="Arial"/>
          <w:lang w:eastAsia="cs-CZ"/>
        </w:rPr>
        <w:t>,</w:t>
      </w:r>
      <w:r w:rsidRPr="004567DB">
        <w:rPr>
          <w:rFonts w:ascii="Book Antiqua" w:eastAsia="Times New Roman" w:hAnsi="Book Antiqua" w:cs="Arial"/>
          <w:lang w:eastAsia="cs-CZ"/>
        </w:rPr>
        <w:t xml:space="preserve"> zodpovědný projektant</w:t>
      </w:r>
      <w:r>
        <w:rPr>
          <w:rFonts w:ascii="Book Antiqua" w:eastAsia="Times New Roman" w:hAnsi="Book Antiqua" w:cs="Arial"/>
          <w:lang w:eastAsia="cs-CZ"/>
        </w:rPr>
        <w:t xml:space="preserve">: </w:t>
      </w:r>
      <w:r w:rsidR="009440F0">
        <w:rPr>
          <w:rFonts w:ascii="Book Antiqua" w:eastAsia="Times New Roman" w:hAnsi="Book Antiqua" w:cs="Arial"/>
          <w:lang w:eastAsia="cs-CZ"/>
        </w:rPr>
        <w:t>Ing. František Haburaj, Ph.D.</w:t>
      </w:r>
      <w:r w:rsidR="001C0C13">
        <w:rPr>
          <w:rFonts w:ascii="Book Antiqua" w:eastAsia="Times New Roman" w:hAnsi="Book Antiqua" w:cs="Arial"/>
          <w:lang w:eastAsia="cs-CZ"/>
        </w:rPr>
        <w:t>, datum 01/2026</w:t>
      </w:r>
      <w:r w:rsidR="008C7AAC">
        <w:rPr>
          <w:rFonts w:ascii="Book Antiqua" w:eastAsia="Times New Roman" w:hAnsi="Book Antiqua" w:cs="Arial"/>
          <w:lang w:eastAsia="cs-CZ"/>
        </w:rPr>
        <w:t>,</w:t>
      </w:r>
      <w:r w:rsidR="001C0C13">
        <w:rPr>
          <w:rFonts w:ascii="Book Antiqua" w:eastAsia="Times New Roman" w:hAnsi="Book Antiqua" w:cs="Arial"/>
          <w:lang w:eastAsia="cs-CZ"/>
        </w:rPr>
        <w:t xml:space="preserve"> pro SO 101 a SO 102</w:t>
      </w:r>
    </w:p>
    <w:p w14:paraId="1F122525" w14:textId="03FAF73D" w:rsidR="00865EA4" w:rsidRPr="009440F0" w:rsidRDefault="0019123D" w:rsidP="009440F0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FB6956">
        <w:rPr>
          <w:rFonts w:ascii="Book Antiqua" w:hAnsi="Book Antiqua" w:cstheme="minorHAnsi"/>
          <w:bCs/>
        </w:rPr>
        <w:t>společnost</w:t>
      </w:r>
      <w:r>
        <w:rPr>
          <w:rFonts w:ascii="Book Antiqua" w:hAnsi="Book Antiqua" w:cstheme="minorHAnsi"/>
          <w:bCs/>
        </w:rPr>
        <w:t>í</w:t>
      </w:r>
      <w:r w:rsidRPr="00FB6956">
        <w:rPr>
          <w:rFonts w:ascii="Book Antiqua" w:hAnsi="Book Antiqua" w:cstheme="minorHAnsi"/>
          <w:bCs/>
        </w:rPr>
        <w:t xml:space="preserve"> </w:t>
      </w:r>
      <w:r w:rsidRPr="00133517">
        <w:rPr>
          <w:rFonts w:ascii="Book Antiqua" w:hAnsi="Book Antiqua" w:cstheme="minorHAnsi"/>
          <w:bCs/>
        </w:rPr>
        <w:t>MDS projekt s.r.o.</w:t>
      </w:r>
      <w:r w:rsidRPr="00FB6956">
        <w:rPr>
          <w:rFonts w:ascii="Book Antiqua" w:hAnsi="Book Antiqua" w:cstheme="minorHAnsi"/>
          <w:bCs/>
        </w:rPr>
        <w:t xml:space="preserve">, sídlem </w:t>
      </w:r>
      <w:r w:rsidRPr="00237EBA">
        <w:rPr>
          <w:rFonts w:ascii="Book Antiqua" w:hAnsi="Book Antiqua" w:cstheme="minorHAnsi"/>
          <w:bCs/>
        </w:rPr>
        <w:t>Försterova 175, Vysoké Mýto-Město, 566 01 Vysoké Mýto</w:t>
      </w:r>
      <w:r w:rsidRPr="00FB6956">
        <w:rPr>
          <w:rFonts w:ascii="Book Antiqua" w:hAnsi="Book Antiqua" w:cstheme="minorHAnsi"/>
          <w:bCs/>
        </w:rPr>
        <w:t xml:space="preserve">, IČO: </w:t>
      </w:r>
      <w:r w:rsidRPr="00237EBA">
        <w:rPr>
          <w:rFonts w:ascii="Book Antiqua" w:hAnsi="Book Antiqua" w:cstheme="minorHAnsi"/>
          <w:bCs/>
        </w:rPr>
        <w:t>27487938</w:t>
      </w:r>
      <w:r w:rsidR="006E3AB8" w:rsidRPr="004567DB">
        <w:rPr>
          <w:rFonts w:ascii="Book Antiqua" w:eastAsia="Times New Roman" w:hAnsi="Book Antiqua" w:cs="Arial"/>
          <w:lang w:eastAsia="cs-CZ"/>
        </w:rPr>
        <w:t>zodpovědný projektant</w:t>
      </w:r>
      <w:r w:rsidR="006E3AB8" w:rsidRPr="009440F0">
        <w:rPr>
          <w:rFonts w:ascii="Book Antiqua" w:hAnsi="Book Antiqua" w:cstheme="minorHAnsi"/>
        </w:rPr>
        <w:t xml:space="preserve"> </w:t>
      </w:r>
      <w:r w:rsidR="00E20F1A" w:rsidRPr="009440F0">
        <w:rPr>
          <w:rFonts w:ascii="Book Antiqua" w:hAnsi="Book Antiqua" w:cstheme="minorHAnsi"/>
        </w:rPr>
        <w:t>Ing. Lukáš Tobeš</w:t>
      </w:r>
      <w:r w:rsidR="00567B05" w:rsidRPr="009440F0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9440F0">
        <w:rPr>
          <w:rFonts w:ascii="Book Antiqua" w:eastAsia="Times New Roman" w:hAnsi="Book Antiqua" w:cs="Arial"/>
          <w:lang w:eastAsia="cs-CZ"/>
        </w:rPr>
        <w:t xml:space="preserve">datum: </w:t>
      </w:r>
      <w:r w:rsidR="00D73676" w:rsidRPr="009440F0">
        <w:rPr>
          <w:rFonts w:ascii="Book Antiqua" w:hAnsi="Book Antiqua" w:cstheme="minorHAnsi"/>
        </w:rPr>
        <w:t>01/2026</w:t>
      </w:r>
      <w:r w:rsidR="008C7AAC">
        <w:rPr>
          <w:rFonts w:ascii="Book Antiqua" w:hAnsi="Book Antiqua" w:cstheme="minorHAnsi"/>
        </w:rPr>
        <w:t>, pro SO 251</w:t>
      </w:r>
      <w:r w:rsidR="00DE0758" w:rsidRPr="009440F0">
        <w:rPr>
          <w:rFonts w:ascii="Book Antiqua" w:eastAsia="Times New Roman" w:hAnsi="Book Antiqua" w:cs="Arial"/>
          <w:lang w:eastAsia="cs-CZ"/>
        </w:rPr>
        <w:t>.</w:t>
      </w:r>
    </w:p>
    <w:p w14:paraId="1627BA8F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D2CC9AF" w14:textId="235713C6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19123D">
        <w:rPr>
          <w:rFonts w:ascii="Book Antiqua" w:eastAsia="Times New Roman" w:hAnsi="Book Antiqua" w:cs="Arial"/>
          <w:lang w:eastAsia="cs-CZ"/>
        </w:rPr>
        <w:t>é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</w:t>
      </w:r>
      <w:r w:rsidR="0019123D">
        <w:rPr>
          <w:rFonts w:ascii="Book Antiqua" w:eastAsia="Times New Roman" w:hAnsi="Book Antiqua" w:cs="Arial"/>
          <w:lang w:eastAsia="cs-CZ"/>
        </w:rPr>
        <w:t>sou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</w:t>
      </w:r>
      <w:r w:rsidR="0019123D">
        <w:rPr>
          <w:rFonts w:ascii="Book Antiqua" w:eastAsia="Times New Roman" w:hAnsi="Book Antiqua" w:cs="Arial"/>
          <w:lang w:eastAsia="cs-CZ"/>
        </w:rPr>
        <w:t>y</w:t>
      </w:r>
      <w:r w:rsidRPr="00951417">
        <w:rPr>
          <w:rFonts w:ascii="Book Antiqua" w:eastAsia="Times New Roman" w:hAnsi="Book Antiqua" w:cs="Arial"/>
          <w:lang w:eastAsia="cs-CZ"/>
        </w:rPr>
        <w:t xml:space="preserve">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A41E7DD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57057" w14:textId="77777777" w:rsidR="0098790E" w:rsidRDefault="0098790E" w:rsidP="001D56DF">
      <w:pPr>
        <w:spacing w:after="0" w:line="240" w:lineRule="auto"/>
      </w:pPr>
      <w:r>
        <w:separator/>
      </w:r>
    </w:p>
  </w:endnote>
  <w:endnote w:type="continuationSeparator" w:id="0">
    <w:p w14:paraId="6CCD8D4F" w14:textId="77777777" w:rsidR="0098790E" w:rsidRDefault="0098790E" w:rsidP="001D56DF">
      <w:pPr>
        <w:spacing w:after="0" w:line="240" w:lineRule="auto"/>
      </w:pPr>
      <w:r>
        <w:continuationSeparator/>
      </w:r>
    </w:p>
  </w:endnote>
  <w:endnote w:type="continuationNotice" w:id="1">
    <w:p w14:paraId="00B00E1F" w14:textId="77777777" w:rsidR="0098790E" w:rsidRDefault="009879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40D4DFE4" w14:textId="77777777" w:rsidTr="2B15D077">
      <w:tc>
        <w:tcPr>
          <w:tcW w:w="3020" w:type="dxa"/>
        </w:tcPr>
        <w:p w14:paraId="5326C30F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11160439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14ACB628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419E12FB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86AEC" w14:textId="77777777" w:rsidR="0098790E" w:rsidRDefault="0098790E" w:rsidP="001D56DF">
      <w:pPr>
        <w:spacing w:after="0" w:line="240" w:lineRule="auto"/>
      </w:pPr>
      <w:r>
        <w:separator/>
      </w:r>
    </w:p>
  </w:footnote>
  <w:footnote w:type="continuationSeparator" w:id="0">
    <w:p w14:paraId="2169112E" w14:textId="77777777" w:rsidR="0098790E" w:rsidRDefault="0098790E" w:rsidP="001D56DF">
      <w:pPr>
        <w:spacing w:after="0" w:line="240" w:lineRule="auto"/>
      </w:pPr>
      <w:r>
        <w:continuationSeparator/>
      </w:r>
    </w:p>
  </w:footnote>
  <w:footnote w:type="continuationNotice" w:id="1">
    <w:p w14:paraId="590F2E9B" w14:textId="77777777" w:rsidR="0098790E" w:rsidRDefault="009879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5E32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4C93A9" w14:textId="77777777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7050C0"/>
    <w:multiLevelType w:val="hybridMultilevel"/>
    <w:tmpl w:val="3C6C75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77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FF"/>
    <w:rsid w:val="00006543"/>
    <w:rsid w:val="00016B0B"/>
    <w:rsid w:val="00034889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25D4"/>
    <w:rsid w:val="00105ED1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123D"/>
    <w:rsid w:val="001927ED"/>
    <w:rsid w:val="001C0C13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13225"/>
    <w:rsid w:val="0022554E"/>
    <w:rsid w:val="0028049B"/>
    <w:rsid w:val="00281FF9"/>
    <w:rsid w:val="00285694"/>
    <w:rsid w:val="00292F7E"/>
    <w:rsid w:val="002931F5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1D2D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12B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642C8"/>
    <w:rsid w:val="00671582"/>
    <w:rsid w:val="00681D1F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E3AB8"/>
    <w:rsid w:val="006F5094"/>
    <w:rsid w:val="006F74E0"/>
    <w:rsid w:val="0071100A"/>
    <w:rsid w:val="00741EEF"/>
    <w:rsid w:val="00742AC4"/>
    <w:rsid w:val="00744F8C"/>
    <w:rsid w:val="007A094E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59FC"/>
    <w:rsid w:val="00846107"/>
    <w:rsid w:val="00854CCF"/>
    <w:rsid w:val="00865EA4"/>
    <w:rsid w:val="00877899"/>
    <w:rsid w:val="00897D8B"/>
    <w:rsid w:val="008C7AAC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440F0"/>
    <w:rsid w:val="00950364"/>
    <w:rsid w:val="00951417"/>
    <w:rsid w:val="0096550B"/>
    <w:rsid w:val="00966CB0"/>
    <w:rsid w:val="00974491"/>
    <w:rsid w:val="0098790E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143FF"/>
    <w:rsid w:val="00D216EE"/>
    <w:rsid w:val="00D25D56"/>
    <w:rsid w:val="00D35D28"/>
    <w:rsid w:val="00D372F3"/>
    <w:rsid w:val="00D416DD"/>
    <w:rsid w:val="00D5049B"/>
    <w:rsid w:val="00D54653"/>
    <w:rsid w:val="00D73676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20F1A"/>
    <w:rsid w:val="00E424F5"/>
    <w:rsid w:val="00E434DE"/>
    <w:rsid w:val="00E53FD8"/>
    <w:rsid w:val="00E546C1"/>
    <w:rsid w:val="00E61E3E"/>
    <w:rsid w:val="00E6323D"/>
    <w:rsid w:val="00E636FC"/>
    <w:rsid w:val="00E7782D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6707"/>
  <w15:chartTrackingRefBased/>
  <w15:docId w15:val="{18D017D9-2E9A-4570-B04F-E6D0EA20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52;imonDvo&#345;&#225;k\OneDrive%20-%20Contract%20Management\T&#253;mov&#253;%20web%20-%20Projekt\Vzory,%20manu&#225;l%20a%20smluvn&#237;%20pokuty\Vzory\P&#345;&#237;loha%20f)%20V&#253;kresy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A54FB0-50EE-4B10-A6C2-9C27D7A1B3B5}"/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f) Výkresy.dotx</Template>
  <TotalTime>46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Šimon Dvořák</cp:lastModifiedBy>
  <cp:revision>14</cp:revision>
  <dcterms:created xsi:type="dcterms:W3CDTF">2026-02-10T14:11:00Z</dcterms:created>
  <dcterms:modified xsi:type="dcterms:W3CDTF">2026-02-13T16:16:00Z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